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DC0136" w:rsidRDefault="00B3448B" w:rsidP="00B3448B"/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B27A78" w:rsidRPr="00F06873" w:rsidTr="004654AF">
        <w:trPr>
          <w:jc w:val="center"/>
        </w:trPr>
        <w:tc>
          <w:tcPr>
            <w:tcW w:w="3518" w:type="dxa"/>
            <w:vAlign w:val="center"/>
          </w:tcPr>
          <w:p w:rsidR="00B27A78" w:rsidRPr="00F06873" w:rsidRDefault="00B27A78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3118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106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7A78" w:rsidRPr="00F06873" w:rsidTr="004654AF">
        <w:trPr>
          <w:jc w:val="center"/>
        </w:trPr>
        <w:tc>
          <w:tcPr>
            <w:tcW w:w="3518" w:type="dxa"/>
            <w:vAlign w:val="center"/>
          </w:tcPr>
          <w:p w:rsidR="00B27A78" w:rsidRPr="00F06873" w:rsidRDefault="00B27A78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3118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106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7A78" w:rsidRPr="00F06873" w:rsidTr="004654AF">
        <w:trPr>
          <w:jc w:val="center"/>
        </w:trPr>
        <w:tc>
          <w:tcPr>
            <w:tcW w:w="3518" w:type="dxa"/>
            <w:vAlign w:val="center"/>
          </w:tcPr>
          <w:p w:rsidR="00B27A78" w:rsidRPr="00F06873" w:rsidRDefault="00B27A78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118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06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7A78" w:rsidRPr="00F06873" w:rsidTr="004654AF">
        <w:trPr>
          <w:jc w:val="center"/>
        </w:trPr>
        <w:tc>
          <w:tcPr>
            <w:tcW w:w="3518" w:type="dxa"/>
            <w:vAlign w:val="center"/>
          </w:tcPr>
          <w:p w:rsidR="00B27A78" w:rsidRPr="00F06873" w:rsidRDefault="00B27A78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7A78" w:rsidRPr="00F06873" w:rsidTr="004654AF">
        <w:trPr>
          <w:jc w:val="center"/>
        </w:trPr>
        <w:tc>
          <w:tcPr>
            <w:tcW w:w="3518" w:type="dxa"/>
            <w:vAlign w:val="center"/>
          </w:tcPr>
          <w:p w:rsidR="00B27A78" w:rsidRPr="00F06873" w:rsidRDefault="00B27A78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B27A78" w:rsidRPr="00D91DB8" w:rsidRDefault="00B27A78" w:rsidP="00E6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</w:tbl>
    <w:p w:rsidR="00EA46C1" w:rsidRPr="00EA46C1" w:rsidRDefault="00EA46C1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F06873" w:rsidTr="00EA46C1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F06873" w:rsidRPr="00F06873" w:rsidRDefault="00EA46C1" w:rsidP="001B19D8">
            <w:pPr>
              <w:jc w:val="center"/>
              <w:rPr>
                <w:sz w:val="18"/>
                <w:szCs w:val="18"/>
              </w:rPr>
            </w:pPr>
            <w:bookmarkStart w:id="6" w:name="table2"/>
            <w:bookmarkEnd w:id="6"/>
            <w:r>
              <w:rPr>
                <w:sz w:val="18"/>
                <w:szCs w:val="18"/>
              </w:rPr>
              <w:t>1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Pr="00F06873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формовочный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Pr="00F06873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Pr="00F06873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82-1А (82)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84-1А (84)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  <w:p w:rsidR="00DC0136" w:rsidRDefault="00DC0136" w:rsidP="00623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85-1А (85)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87-1А (87)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Комплектовщик панелей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по стирке и ремо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ту спецодежды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A650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(производства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91-1А (91)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91-2А (91)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установок по тепл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обработке бетона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DC0136">
              <w:rPr>
                <w:b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92-1А (92)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92-2А (92) </w:t>
            </w:r>
          </w:p>
          <w:p w:rsidR="00DC0136" w:rsidRDefault="00DC0136" w:rsidP="00623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92-3А (92)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строительных изд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лий и материалов (СЖБ)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93-1А (93)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строительных изд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лий и материалов (отдел сб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94-1А (94)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строительных изд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лий и материалов (</w:t>
            </w:r>
            <w:proofErr w:type="gramStart"/>
            <w:r>
              <w:rPr>
                <w:sz w:val="18"/>
                <w:szCs w:val="18"/>
              </w:rPr>
              <w:t>ДОЦ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ремонтники формовочного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95-1А (95)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95-2А (95)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95-3А (95) </w:t>
            </w:r>
          </w:p>
          <w:p w:rsidR="00623180" w:rsidRDefault="00623180" w:rsidP="00623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95-4А (95)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97-1А (97)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97-2А (97)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97-3А </w:t>
            </w:r>
            <w:r>
              <w:rPr>
                <w:sz w:val="18"/>
                <w:szCs w:val="18"/>
              </w:rPr>
              <w:lastRenderedPageBreak/>
              <w:t>(97)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97-4А (97)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98 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98-1А (98)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98-2А (98)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98-3А (98)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98-4А (98)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(ремонт форм)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99-1А (99)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1 пролет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100-1А (100)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100-2А (100)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100-3А (100) </w:t>
            </w:r>
          </w:p>
          <w:p w:rsidR="00623180" w:rsidRDefault="00623180" w:rsidP="00623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100-4А (100)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101-1А (101)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 довод стен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102-1А (102)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102-2А (102)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102-3А (102)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102-4А (102)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 довод стен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103-1А (103)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 довод стен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104-1А (104)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(мостового)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1E590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E5901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Да</w:t>
            </w:r>
            <w:r w:rsidR="001E5901">
              <w:rPr>
                <w:sz w:val="18"/>
                <w:szCs w:val="18"/>
              </w:rPr>
              <w:t>\</w:t>
            </w:r>
          </w:p>
          <w:p w:rsidR="00DC0136" w:rsidRDefault="001E590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lastRenderedPageBreak/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2 пролёт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 штукатур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109-1А (109)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109-2А (109)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109-3А (109)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109-4А (109)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 затирка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112-1А (112)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(мостового)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E63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Да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3 пролет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116-1А (116)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116-2А (116)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116-3А (116)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116-4А (116)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(мостового)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CC47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Да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4 пролет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120 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120-1А (120)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121-1А (121)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121-2А (121)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(мостового)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CC47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Да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5 пролет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125-1А (125)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126-1А (126)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126-2А (126)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126-3А (126)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126-4А (126)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A777F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127-1А (127)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(мостового)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6231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10258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Да</w:t>
            </w:r>
            <w:r w:rsidR="001E5901">
              <w:rPr>
                <w:sz w:val="18"/>
                <w:szCs w:val="18"/>
              </w:rPr>
              <w:t>\</w:t>
            </w:r>
          </w:p>
          <w:p w:rsidR="00DC0136" w:rsidRDefault="0071025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6 пролет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128-1А (128)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129-1А (129)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129-2А (129)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129-3А (129)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129-4А (129)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изделий,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струкций и строительных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териалов (цех)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130-1А (130)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(мостового)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CC47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C47A1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Да</w:t>
            </w:r>
            <w:r w:rsidR="00CC47A1">
              <w:rPr>
                <w:sz w:val="18"/>
                <w:szCs w:val="18"/>
              </w:rPr>
              <w:t>\</w:t>
            </w:r>
          </w:p>
          <w:p w:rsidR="00DC0136" w:rsidRDefault="00CC47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131-1А (131)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Арматурщик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Стропальщик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Комплектовщик панелей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b/>
                <w:sz w:val="18"/>
                <w:szCs w:val="18"/>
              </w:rPr>
            </w:pPr>
            <w:r w:rsidRPr="00DC0136">
              <w:rPr>
                <w:b/>
                <w:sz w:val="18"/>
                <w:szCs w:val="18"/>
              </w:rPr>
              <w:t>арматурный участок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139-1А (139)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139-2А (139)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139-3А (139)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139-4А (139)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140-1А (140)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197FA8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bookmarkStart w:id="7" w:name="_GoBack"/>
            <w:bookmarkEnd w:id="7"/>
            <w:r w:rsidR="00EA46C1">
              <w:rPr>
                <w:sz w:val="18"/>
                <w:szCs w:val="18"/>
              </w:rPr>
              <w:t>0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Арматурщик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0136" w:rsidRPr="00F06873" w:rsidTr="004654AF">
        <w:tc>
          <w:tcPr>
            <w:tcW w:w="959" w:type="dxa"/>
            <w:shd w:val="clear" w:color="auto" w:fill="auto"/>
            <w:vAlign w:val="center"/>
          </w:tcPr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A46C1">
              <w:rPr>
                <w:sz w:val="18"/>
                <w:szCs w:val="18"/>
              </w:rPr>
              <w:t>81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-1А (1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-2А (1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) </w:t>
            </w:r>
          </w:p>
          <w:p w:rsid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-3А (1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) </w:t>
            </w:r>
          </w:p>
          <w:p w:rsidR="00DC0136" w:rsidRDefault="00DC0136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-4А (1</w:t>
            </w:r>
            <w:r w:rsidR="00EA46C1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0136" w:rsidRPr="00DC0136" w:rsidRDefault="00DC01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Сварщик арматурных сеток и каркасов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0136" w:rsidRDefault="00DC01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6C1" w:rsidRPr="00F06873" w:rsidTr="004654AF">
        <w:tc>
          <w:tcPr>
            <w:tcW w:w="959" w:type="dxa"/>
            <w:shd w:val="clear" w:color="auto" w:fill="auto"/>
            <w:vAlign w:val="center"/>
          </w:tcPr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182-1А (182)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182-2А (182) </w:t>
            </w:r>
          </w:p>
          <w:p w:rsidR="00EA46C1" w:rsidRDefault="00EA46C1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182-3А (182)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6C1" w:rsidRPr="00DC0136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Сварщик арматурных сеток и каркасов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6C1" w:rsidRPr="00F06873" w:rsidTr="004654AF">
        <w:tc>
          <w:tcPr>
            <w:tcW w:w="959" w:type="dxa"/>
            <w:shd w:val="clear" w:color="auto" w:fill="auto"/>
            <w:vAlign w:val="center"/>
          </w:tcPr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183-1А (183)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183-2А (183)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183-3А (183) </w:t>
            </w:r>
          </w:p>
          <w:p w:rsidR="00EA46C1" w:rsidRDefault="00EA46C1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183-4А </w:t>
            </w:r>
            <w:r>
              <w:rPr>
                <w:sz w:val="18"/>
                <w:szCs w:val="18"/>
              </w:rPr>
              <w:lastRenderedPageBreak/>
              <w:t>(183)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6C1" w:rsidRPr="00DC0136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Сварщик арматурных сеток и каркасов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6C1" w:rsidRPr="00F06873" w:rsidTr="004654AF">
        <w:tc>
          <w:tcPr>
            <w:tcW w:w="959" w:type="dxa"/>
            <w:shd w:val="clear" w:color="auto" w:fill="auto"/>
            <w:vAlign w:val="center"/>
          </w:tcPr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296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296-1А (296)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296-2А (296)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296-3А (296) </w:t>
            </w:r>
          </w:p>
          <w:p w:rsidR="00EA46C1" w:rsidRDefault="00EA46C1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296-4А (296)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6C1" w:rsidRPr="00DC0136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6C1" w:rsidRPr="00F06873" w:rsidTr="004654AF">
        <w:tc>
          <w:tcPr>
            <w:tcW w:w="959" w:type="dxa"/>
            <w:shd w:val="clear" w:color="auto" w:fill="auto"/>
            <w:vAlign w:val="center"/>
          </w:tcPr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297-1А (297) </w:t>
            </w:r>
          </w:p>
          <w:p w:rsidR="00EA46C1" w:rsidRDefault="00EA46C1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297-2А (297)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6C1" w:rsidRPr="00DC0136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6C1" w:rsidRPr="00F06873" w:rsidTr="004654AF">
        <w:tc>
          <w:tcPr>
            <w:tcW w:w="959" w:type="dxa"/>
            <w:shd w:val="clear" w:color="auto" w:fill="auto"/>
            <w:vAlign w:val="center"/>
          </w:tcPr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298 </w:t>
            </w:r>
          </w:p>
          <w:p w:rsidR="00EA46C1" w:rsidRDefault="00EA46C1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298-1А (298)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6C1" w:rsidRPr="00DC0136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на автомат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ческих и полуавтоматических машинах (под слоем флюса)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6C1" w:rsidRPr="00F06873" w:rsidTr="004654AF">
        <w:tc>
          <w:tcPr>
            <w:tcW w:w="959" w:type="dxa"/>
            <w:shd w:val="clear" w:color="auto" w:fill="auto"/>
            <w:vAlign w:val="center"/>
          </w:tcPr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299 </w:t>
            </w:r>
          </w:p>
          <w:p w:rsidR="00EA46C1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299-1А (299) </w:t>
            </w:r>
          </w:p>
          <w:p w:rsidR="00EA46C1" w:rsidRDefault="00EA46C1" w:rsidP="00EA46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299-2А (299)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6C1" w:rsidRPr="00DC0136" w:rsidRDefault="00EA46C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(мостового)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6C1" w:rsidRDefault="005C7F1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6C1" w:rsidRDefault="00EA46C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Да</w:t>
            </w:r>
          </w:p>
        </w:tc>
      </w:tr>
    </w:tbl>
    <w:p w:rsidR="00936F48" w:rsidRPr="00EA46C1" w:rsidRDefault="00936F48" w:rsidP="00936F48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</w:instrText>
      </w:r>
      <w:r w:rsidRPr="00EA46C1">
        <w:rPr>
          <w:rStyle w:val="a9"/>
        </w:rPr>
        <w:instrText>_</w:instrText>
      </w:r>
      <w:r>
        <w:rPr>
          <w:rStyle w:val="a9"/>
          <w:lang w:val="en-US"/>
        </w:rPr>
        <w:instrText>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C0136" w:rsidRPr="00EA46C1">
        <w:rPr>
          <w:rStyle w:val="a9"/>
          <w:sz w:val="20"/>
        </w:rPr>
        <w:t xml:space="preserve"> </w:t>
      </w:r>
      <w:r w:rsidR="00EA46C1" w:rsidRPr="00EA46C1">
        <w:rPr>
          <w:rStyle w:val="a9"/>
          <w:sz w:val="20"/>
        </w:rPr>
        <w:t>28.03.2016</w:t>
      </w:r>
      <w:r w:rsidR="00DC0136" w:rsidRPr="00EA46C1">
        <w:rPr>
          <w:rStyle w:val="a9"/>
          <w:sz w:val="20"/>
        </w:rPr>
        <w:t xml:space="preserve"> </w:t>
      </w:r>
      <w:r w:rsidR="00DC0136">
        <w:rPr>
          <w:rStyle w:val="a9"/>
        </w:rPr>
        <w:t xml:space="preserve"> 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0136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0136" w:rsidP="009D6532">
            <w:pPr>
              <w:pStyle w:val="aa"/>
            </w:pPr>
            <w:r>
              <w:t>Коптяев С.В.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Pr="00DC0136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DC01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0136" w:rsidP="009D6532">
            <w:pPr>
              <w:pStyle w:val="aa"/>
            </w:pPr>
            <w:r>
              <w:t>начальник отдела труда и зарплаты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0136" w:rsidP="009D6532">
            <w:pPr>
              <w:pStyle w:val="aa"/>
            </w:pPr>
            <w:r>
              <w:t>Логинова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DC01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C0136" w:rsidRPr="00DC0136" w:rsidTr="00DC01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  <w:proofErr w:type="spellStart"/>
            <w:r>
              <w:t>Псарева</w:t>
            </w:r>
            <w:proofErr w:type="spellEnd"/>
            <w:r>
              <w:t xml:space="preserve"> М.А.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</w:tr>
      <w:tr w:rsidR="00DC0136" w:rsidRPr="00DC0136" w:rsidTr="00DC01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(дата)</w:t>
            </w:r>
          </w:p>
        </w:tc>
      </w:tr>
      <w:tr w:rsidR="00DC0136" w:rsidRPr="00DC0136" w:rsidTr="00DC01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  <w:r>
              <w:t>начальник отдела охраны труда и ТБ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  <w:r>
              <w:t>Филимонов А.М.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</w:tr>
      <w:tr w:rsidR="00DC0136" w:rsidRPr="00DC0136" w:rsidTr="00DC01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(дата)</w:t>
            </w:r>
          </w:p>
        </w:tc>
      </w:tr>
      <w:tr w:rsidR="00DC0136" w:rsidRPr="00DC0136" w:rsidTr="00DC01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  <w:r>
              <w:t>Дьяков А.Н.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136" w:rsidRPr="00DC0136" w:rsidRDefault="00DC0136" w:rsidP="009D6532">
            <w:pPr>
              <w:pStyle w:val="aa"/>
            </w:pPr>
          </w:p>
        </w:tc>
      </w:tr>
      <w:tr w:rsidR="00DC0136" w:rsidRPr="00DC0136" w:rsidTr="00DC01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C0136" w:rsidRPr="00DC0136" w:rsidRDefault="00DC0136" w:rsidP="009D6532">
            <w:pPr>
              <w:pStyle w:val="aa"/>
              <w:rPr>
                <w:vertAlign w:val="superscript"/>
              </w:rPr>
            </w:pPr>
            <w:r w:rsidRPr="00DC0136">
              <w:rPr>
                <w:vertAlign w:val="superscript"/>
              </w:rPr>
              <w:t>(дата)</w:t>
            </w:r>
          </w:p>
        </w:tc>
      </w:tr>
    </w:tbl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EA46C1" w:rsidTr="00DC013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3B5" w:rsidRPr="00EA46C1" w:rsidRDefault="00EA46C1" w:rsidP="002743B5">
            <w:pPr>
              <w:pStyle w:val="aa"/>
            </w:pPr>
            <w:r w:rsidRPr="00EA46C1">
              <w:t>1733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743B5" w:rsidRPr="00EA46C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3B5" w:rsidRPr="00EA46C1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743B5" w:rsidRPr="00EA46C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3B5" w:rsidRPr="00EA46C1" w:rsidRDefault="00EA46C1" w:rsidP="002743B5">
            <w:pPr>
              <w:pStyle w:val="aa"/>
            </w:pPr>
            <w:r w:rsidRPr="00EA46C1">
              <w:t>Мартынова Елена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A46C1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A46C1" w:rsidRDefault="002743B5" w:rsidP="002743B5">
            <w:pPr>
              <w:pStyle w:val="aa"/>
            </w:pPr>
          </w:p>
        </w:tc>
      </w:tr>
      <w:tr w:rsidR="002743B5" w:rsidRPr="00EA46C1" w:rsidTr="002743B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EA46C1" w:rsidRDefault="00EA46C1" w:rsidP="002743B5">
            <w:pPr>
              <w:pStyle w:val="aa"/>
              <w:rPr>
                <w:b/>
                <w:vertAlign w:val="superscript"/>
              </w:rPr>
            </w:pPr>
            <w:r w:rsidRPr="00EA46C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2743B5" w:rsidRPr="00EA46C1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EA46C1" w:rsidRDefault="00EA46C1" w:rsidP="002743B5">
            <w:pPr>
              <w:pStyle w:val="aa"/>
              <w:rPr>
                <w:b/>
                <w:vertAlign w:val="superscript"/>
              </w:rPr>
            </w:pPr>
            <w:r w:rsidRPr="00EA46C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EA46C1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EA46C1" w:rsidRDefault="00EA46C1" w:rsidP="002743B5">
            <w:pPr>
              <w:pStyle w:val="aa"/>
              <w:rPr>
                <w:b/>
                <w:vertAlign w:val="superscript"/>
              </w:rPr>
            </w:pPr>
            <w:r w:rsidRPr="00EA46C1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2743B5" w:rsidRPr="00EA46C1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EA46C1" w:rsidRDefault="00EA46C1" w:rsidP="002743B5">
            <w:pPr>
              <w:pStyle w:val="aa"/>
              <w:rPr>
                <w:vertAlign w:val="superscript"/>
              </w:rPr>
            </w:pPr>
            <w:r w:rsidRPr="00EA46C1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4"/>
    <w:docVar w:name="ceh_info" w:val="Закрытое Акционерное Общество «Завод сборного железобетона №6»"/>
    <w:docVar w:name="doc_name" w:val="Документ4"/>
    <w:docVar w:name="fill_date" w:val="       "/>
    <w:docVar w:name="org_name" w:val="     "/>
    <w:docVar w:name="pers_guids" w:val="5CBCCBCD32E34D07AAE904B6202337EE@060-913-039-33"/>
    <w:docVar w:name="pers_snils" w:val="5CBCCBCD32E34D07AAE904B6202337EE@060-913-039-33"/>
    <w:docVar w:name="sv_docs" w:val="1"/>
  </w:docVars>
  <w:rsids>
    <w:rsidRoot w:val="00DC0136"/>
    <w:rsid w:val="0002033E"/>
    <w:rsid w:val="000C5130"/>
    <w:rsid w:val="000D3760"/>
    <w:rsid w:val="000F0714"/>
    <w:rsid w:val="00196135"/>
    <w:rsid w:val="00197FA8"/>
    <w:rsid w:val="001A7AC3"/>
    <w:rsid w:val="001B19D8"/>
    <w:rsid w:val="001E5901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C7F19"/>
    <w:rsid w:val="005F64E6"/>
    <w:rsid w:val="00623180"/>
    <w:rsid w:val="0065289A"/>
    <w:rsid w:val="0067226F"/>
    <w:rsid w:val="006E4DFC"/>
    <w:rsid w:val="00710258"/>
    <w:rsid w:val="00725C51"/>
    <w:rsid w:val="00820552"/>
    <w:rsid w:val="00936F48"/>
    <w:rsid w:val="009647F7"/>
    <w:rsid w:val="009A1326"/>
    <w:rsid w:val="009D6532"/>
    <w:rsid w:val="00A026A4"/>
    <w:rsid w:val="00A650D4"/>
    <w:rsid w:val="00A777F5"/>
    <w:rsid w:val="00AF1EDF"/>
    <w:rsid w:val="00B12F45"/>
    <w:rsid w:val="00B2089E"/>
    <w:rsid w:val="00B27A78"/>
    <w:rsid w:val="00B3448B"/>
    <w:rsid w:val="00B874F5"/>
    <w:rsid w:val="00BA560A"/>
    <w:rsid w:val="00C0355B"/>
    <w:rsid w:val="00C93056"/>
    <w:rsid w:val="00CA2E96"/>
    <w:rsid w:val="00CC47A1"/>
    <w:rsid w:val="00CD2568"/>
    <w:rsid w:val="00D11966"/>
    <w:rsid w:val="00DC0136"/>
    <w:rsid w:val="00DC0F74"/>
    <w:rsid w:val="00DC1A91"/>
    <w:rsid w:val="00DD6622"/>
    <w:rsid w:val="00E25119"/>
    <w:rsid w:val="00E30B79"/>
    <w:rsid w:val="00E458F1"/>
    <w:rsid w:val="00E63B29"/>
    <w:rsid w:val="00EA3306"/>
    <w:rsid w:val="00EA46C1"/>
    <w:rsid w:val="00EB7BDE"/>
    <w:rsid w:val="00EC5373"/>
    <w:rsid w:val="00F06873"/>
    <w:rsid w:val="00F262EE"/>
    <w:rsid w:val="00F835B0"/>
    <w:rsid w:val="00F95A3E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197F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97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197F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97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121</TotalTime>
  <Pages>7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Альфа</Company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Елена Мартынова</dc:creator>
  <cp:lastModifiedBy>Елена Мартынова</cp:lastModifiedBy>
  <cp:revision>5</cp:revision>
  <cp:lastPrinted>2016-04-20T09:19:00Z</cp:lastPrinted>
  <dcterms:created xsi:type="dcterms:W3CDTF">2016-03-25T16:16:00Z</dcterms:created>
  <dcterms:modified xsi:type="dcterms:W3CDTF">2016-04-20T09:21:00Z</dcterms:modified>
</cp:coreProperties>
</file>